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23C8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CB70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23C8F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84C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84C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:rsidTr="009048BB">
        <w:tc>
          <w:tcPr>
            <w:tcW w:w="843" w:type="dxa"/>
            <w:vAlign w:val="center"/>
          </w:tcPr>
          <w:p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372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372E0" w:rsidP="009372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30D1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30D1">
        <w:rPr>
          <w:rFonts w:ascii="Corbel" w:hAnsi="Corbel"/>
          <w:b w:val="0"/>
          <w:smallCaps w:val="0"/>
          <w:szCs w:val="24"/>
        </w:rPr>
        <w:t>Wykład z preze</w:t>
      </w:r>
      <w:r w:rsidR="00882DD9">
        <w:rPr>
          <w:rFonts w:ascii="Corbel" w:hAnsi="Corbel"/>
          <w:b w:val="0"/>
          <w:smallCaps w:val="0"/>
          <w:szCs w:val="24"/>
        </w:rPr>
        <w:t>ntacją multimedialną</w:t>
      </w:r>
      <w:r w:rsidRPr="00FF30D1">
        <w:rPr>
          <w:rFonts w:ascii="Corbel" w:hAnsi="Corbel"/>
          <w:b w:val="0"/>
          <w:smallCaps w:val="0"/>
          <w:szCs w:val="24"/>
        </w:rPr>
        <w:t>, konwencjonalny</w:t>
      </w:r>
      <w:r w:rsidR="00DB5CEA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166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2166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85747A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432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4329D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B0D6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Czeredrecka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Biedroń M., Prokosz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Brągiel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Kelm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Kuszczuk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Marczykowska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zastępczej, DzU 2011, nr 149, poz. 887.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Pyrzyk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BadoraS.,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CzarneckaS.,(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Duraj-Nowakowa K., Gruca-MiąsikU.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Gulla B., Wysocka-Pleczyk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Olubiński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Stelmaszczuk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Szluz B., Marczykowska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432" w:rsidRDefault="00831432" w:rsidP="00C16ABF">
      <w:pPr>
        <w:spacing w:after="0" w:line="240" w:lineRule="auto"/>
      </w:pPr>
      <w:r>
        <w:separator/>
      </w:r>
    </w:p>
  </w:endnote>
  <w:endnote w:type="continuationSeparator" w:id="0">
    <w:p w:rsidR="00831432" w:rsidRDefault="008314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432" w:rsidRDefault="00831432" w:rsidP="00C16ABF">
      <w:pPr>
        <w:spacing w:after="0" w:line="240" w:lineRule="auto"/>
      </w:pPr>
      <w:r>
        <w:separator/>
      </w:r>
    </w:p>
  </w:footnote>
  <w:footnote w:type="continuationSeparator" w:id="0">
    <w:p w:rsidR="00831432" w:rsidRDefault="0083143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3C8F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05C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29DD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B32EE"/>
    <w:rsid w:val="004D5282"/>
    <w:rsid w:val="004F015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A0855"/>
    <w:rsid w:val="005A3196"/>
    <w:rsid w:val="005B47B0"/>
    <w:rsid w:val="005C080F"/>
    <w:rsid w:val="005C55E5"/>
    <w:rsid w:val="005C696A"/>
    <w:rsid w:val="005E6E85"/>
    <w:rsid w:val="005F31D2"/>
    <w:rsid w:val="00600C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6FB"/>
    <w:rsid w:val="0069381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4CBB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31432"/>
    <w:rsid w:val="008449B3"/>
    <w:rsid w:val="00846880"/>
    <w:rsid w:val="00851321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72E0"/>
    <w:rsid w:val="009508DF"/>
    <w:rsid w:val="00950DAC"/>
    <w:rsid w:val="00954A07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B70D3"/>
    <w:rsid w:val="00CC2A58"/>
    <w:rsid w:val="00CD6897"/>
    <w:rsid w:val="00CE5BAC"/>
    <w:rsid w:val="00CF25BE"/>
    <w:rsid w:val="00CF78ED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30634"/>
    <w:rsid w:val="00F526AF"/>
    <w:rsid w:val="00F617C3"/>
    <w:rsid w:val="00F7066B"/>
    <w:rsid w:val="00F83B28"/>
    <w:rsid w:val="00FA46E5"/>
    <w:rsid w:val="00FA5DF6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8170-D28B-4817-B4F6-CC8ED2B2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2020-10-15T08:06:00Z</cp:lastPrinted>
  <dcterms:created xsi:type="dcterms:W3CDTF">2019-11-18T13:06:00Z</dcterms:created>
  <dcterms:modified xsi:type="dcterms:W3CDTF">2021-10-04T11:18:00Z</dcterms:modified>
</cp:coreProperties>
</file>